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14" w:rsidRPr="008219B1" w:rsidRDefault="008B7414" w:rsidP="00642646">
      <w:pPr>
        <w:spacing w:after="120"/>
        <w:rPr>
          <w:rFonts w:ascii="Gill Sans MT" w:hAnsi="Gill Sans MT"/>
          <w:b/>
          <w:sz w:val="28"/>
          <w:szCs w:val="28"/>
          <w:u w:val="single"/>
        </w:rPr>
      </w:pPr>
      <w:r w:rsidRPr="008219B1">
        <w:rPr>
          <w:rFonts w:ascii="Gill Sans MT" w:hAnsi="Gill Sans MT"/>
          <w:b/>
          <w:sz w:val="28"/>
          <w:szCs w:val="28"/>
          <w:u w:val="single"/>
        </w:rPr>
        <w:t>User Manual</w:t>
      </w:r>
    </w:p>
    <w:p w:rsidR="0087175C" w:rsidRPr="008219B1" w:rsidRDefault="0087175C" w:rsidP="00642646">
      <w:pPr>
        <w:spacing w:after="120"/>
        <w:rPr>
          <w:rFonts w:ascii="Gill Sans MT" w:hAnsi="Gill Sans MT" w:cstheme="minorHAnsi"/>
        </w:rPr>
      </w:pPr>
      <w:r w:rsidRPr="008219B1">
        <w:rPr>
          <w:rFonts w:ascii="Gill Sans MT" w:hAnsi="Gill Sans MT" w:cstheme="minorHAnsi"/>
        </w:rPr>
        <w:t xml:space="preserve">The aim </w:t>
      </w:r>
      <w:r w:rsidR="008219B1">
        <w:rPr>
          <w:rFonts w:ascii="Gill Sans MT" w:hAnsi="Gill Sans MT" w:cstheme="minorHAnsi"/>
        </w:rPr>
        <w:t>of the game is to gather as many</w:t>
      </w:r>
      <w:r w:rsidRPr="008219B1">
        <w:rPr>
          <w:rFonts w:ascii="Gill Sans MT" w:hAnsi="Gill Sans MT" w:cstheme="minorHAnsi"/>
        </w:rPr>
        <w:t xml:space="preserve"> </w:t>
      </w:r>
      <w:r w:rsidR="00125967" w:rsidRPr="008219B1">
        <w:rPr>
          <w:rFonts w:ascii="Gill Sans MT" w:hAnsi="Gill Sans MT" w:cstheme="minorHAnsi"/>
        </w:rPr>
        <w:t>resources (</w:t>
      </w:r>
      <w:r w:rsidRPr="008219B1">
        <w:rPr>
          <w:rFonts w:ascii="Gill Sans MT" w:hAnsi="Gill Sans MT" w:cstheme="minorHAnsi"/>
        </w:rPr>
        <w:t xml:space="preserve">ore, food and energy) as possible before the game </w:t>
      </w:r>
      <w:r w:rsidR="00394D48" w:rsidRPr="008219B1">
        <w:rPr>
          <w:rFonts w:ascii="Gill Sans MT" w:hAnsi="Gill Sans MT" w:cstheme="minorHAnsi"/>
        </w:rPr>
        <w:t>ends.</w:t>
      </w:r>
      <w:r w:rsidR="00F63FB9">
        <w:rPr>
          <w:rFonts w:ascii="Gill Sans MT" w:hAnsi="Gill Sans MT" w:cstheme="minorHAnsi"/>
        </w:rPr>
        <w:t xml:space="preserve"> This is done by purchasing </w:t>
      </w:r>
      <w:proofErr w:type="spellStart"/>
      <w:r w:rsidR="00F63FB9">
        <w:rPr>
          <w:rFonts w:ascii="Gill Sans MT" w:hAnsi="Gill Sans MT" w:cstheme="minorHAnsi"/>
        </w:rPr>
        <w:t>roboticons</w:t>
      </w:r>
      <w:proofErr w:type="spellEnd"/>
      <w:r w:rsidR="00F63FB9">
        <w:rPr>
          <w:rFonts w:ascii="Gill Sans MT" w:hAnsi="Gill Sans MT" w:cstheme="minorHAnsi"/>
        </w:rPr>
        <w:t xml:space="preserve"> and placing them on tiles that the player owns. Tiles that contain </w:t>
      </w:r>
      <w:proofErr w:type="spellStart"/>
      <w:r w:rsidR="00F63FB9">
        <w:rPr>
          <w:rFonts w:ascii="Gill Sans MT" w:hAnsi="Gill Sans MT" w:cstheme="minorHAnsi"/>
        </w:rPr>
        <w:t>roboticons</w:t>
      </w:r>
      <w:proofErr w:type="spellEnd"/>
      <w:r w:rsidR="00F63FB9">
        <w:rPr>
          <w:rFonts w:ascii="Gill Sans MT" w:hAnsi="Gill Sans MT" w:cstheme="minorHAnsi"/>
        </w:rPr>
        <w:t xml:space="preserve"> will produce resources during the production phase. The quantity</w:t>
      </w:r>
      <w:r w:rsidR="00BF64F3">
        <w:rPr>
          <w:rFonts w:ascii="Gill Sans MT" w:hAnsi="Gill Sans MT" w:cstheme="minorHAnsi"/>
        </w:rPr>
        <w:t xml:space="preserve"> that the tiles </w:t>
      </w:r>
      <w:r w:rsidR="00F63FB9">
        <w:rPr>
          <w:rFonts w:ascii="Gill Sans MT" w:hAnsi="Gill Sans MT" w:cstheme="minorHAnsi"/>
        </w:rPr>
        <w:t xml:space="preserve">produce corresponds to the level of the </w:t>
      </w:r>
      <w:proofErr w:type="spellStart"/>
      <w:r w:rsidR="00F63FB9">
        <w:rPr>
          <w:rFonts w:ascii="Gill Sans MT" w:hAnsi="Gill Sans MT" w:cstheme="minorHAnsi"/>
        </w:rPr>
        <w:t>roboticon</w:t>
      </w:r>
      <w:proofErr w:type="spellEnd"/>
      <w:r w:rsidR="00F63FB9">
        <w:rPr>
          <w:rFonts w:ascii="Gill Sans MT" w:hAnsi="Gill Sans MT" w:cstheme="minorHAnsi"/>
        </w:rPr>
        <w:t xml:space="preserve"> that they contain.</w:t>
      </w:r>
      <w:bookmarkStart w:id="0" w:name="_GoBack"/>
      <w:bookmarkEnd w:id="0"/>
    </w:p>
    <w:p w:rsidR="00642646" w:rsidRPr="008219B1" w:rsidRDefault="00642646" w:rsidP="00642646">
      <w:pPr>
        <w:spacing w:after="120"/>
        <w:rPr>
          <w:rFonts w:ascii="Gill Sans MT" w:hAnsi="Gill Sans MT" w:cstheme="minorHAnsi"/>
          <w:b/>
          <w:u w:val="single"/>
        </w:rPr>
      </w:pPr>
      <w:r w:rsidRPr="008219B1">
        <w:rPr>
          <w:rFonts w:ascii="Gill Sans MT" w:hAnsi="Gill Sans MT" w:cstheme="minorHAnsi"/>
          <w:b/>
          <w:u w:val="single"/>
        </w:rPr>
        <w:t>Game Structure</w:t>
      </w:r>
    </w:p>
    <w:p w:rsidR="00642646" w:rsidRPr="008219B1" w:rsidRDefault="00642646" w:rsidP="0087175C">
      <w:pPr>
        <w:spacing w:after="0"/>
        <w:rPr>
          <w:rFonts w:ascii="Gill Sans MT" w:hAnsi="Gill Sans MT" w:cstheme="minorHAnsi"/>
        </w:rPr>
      </w:pPr>
      <w:r w:rsidRPr="008219B1">
        <w:rPr>
          <w:rFonts w:ascii="Gill Sans MT" w:hAnsi="Gill Sans MT" w:cstheme="minorHAnsi"/>
        </w:rPr>
        <w:t xml:space="preserve">Phase 1 </w:t>
      </w:r>
      <w:r w:rsidR="0087175C" w:rsidRPr="008219B1">
        <w:rPr>
          <w:rFonts w:ascii="Gill Sans MT" w:hAnsi="Gill Sans MT" w:cstheme="minorHAnsi"/>
        </w:rPr>
        <w:t>-</w:t>
      </w:r>
      <w:r w:rsidRPr="008219B1">
        <w:rPr>
          <w:rFonts w:ascii="Gill Sans MT" w:hAnsi="Gill Sans MT" w:cstheme="minorHAnsi"/>
        </w:rPr>
        <w:t xml:space="preserve"> </w:t>
      </w:r>
      <w:r w:rsidR="0087175C" w:rsidRPr="008219B1">
        <w:rPr>
          <w:rFonts w:ascii="Gill Sans MT" w:hAnsi="Gill Sans MT" w:cstheme="minorHAnsi"/>
        </w:rPr>
        <w:t>Tile acquisition phase, each player must select a tile and claim it.</w:t>
      </w:r>
    </w:p>
    <w:p w:rsidR="00642646" w:rsidRPr="008219B1" w:rsidRDefault="00642646" w:rsidP="0087175C">
      <w:pPr>
        <w:spacing w:after="0"/>
        <w:rPr>
          <w:rFonts w:ascii="Gill Sans MT" w:hAnsi="Gill Sans MT" w:cstheme="minorHAnsi"/>
        </w:rPr>
      </w:pPr>
      <w:r w:rsidRPr="008219B1">
        <w:rPr>
          <w:rFonts w:ascii="Gill Sans MT" w:hAnsi="Gill Sans MT" w:cstheme="minorHAnsi"/>
        </w:rPr>
        <w:t>Phase 2</w:t>
      </w:r>
      <w:r w:rsidR="0087175C" w:rsidRPr="008219B1">
        <w:rPr>
          <w:rFonts w:ascii="Gill Sans MT" w:hAnsi="Gill Sans MT" w:cstheme="minorHAnsi"/>
        </w:rPr>
        <w:t xml:space="preserve"> - </w:t>
      </w:r>
      <w:proofErr w:type="spellStart"/>
      <w:r w:rsidR="0087175C" w:rsidRPr="008219B1">
        <w:rPr>
          <w:rFonts w:ascii="Gill Sans MT" w:hAnsi="Gill Sans MT" w:cstheme="minorHAnsi"/>
        </w:rPr>
        <w:t>Roboticon</w:t>
      </w:r>
      <w:proofErr w:type="spellEnd"/>
      <w:r w:rsidR="0087175C" w:rsidRPr="008219B1">
        <w:rPr>
          <w:rFonts w:ascii="Gill Sans MT" w:hAnsi="Gill Sans MT" w:cstheme="minorHAnsi"/>
        </w:rPr>
        <w:t xml:space="preserve"> purchase phase, </w:t>
      </w:r>
      <w:proofErr w:type="spellStart"/>
      <w:r w:rsidR="00394D48" w:rsidRPr="008219B1">
        <w:rPr>
          <w:rFonts w:ascii="Gill Sans MT" w:hAnsi="Gill Sans MT" w:cstheme="minorHAnsi"/>
        </w:rPr>
        <w:t>roboticons</w:t>
      </w:r>
      <w:proofErr w:type="spellEnd"/>
      <w:r w:rsidR="00394D48" w:rsidRPr="008219B1">
        <w:rPr>
          <w:rFonts w:ascii="Gill Sans MT" w:hAnsi="Gill Sans MT" w:cstheme="minorHAnsi"/>
        </w:rPr>
        <w:t xml:space="preserve"> can be purchased </w:t>
      </w:r>
      <w:proofErr w:type="spellStart"/>
      <w:r w:rsidR="00394D48" w:rsidRPr="008219B1">
        <w:rPr>
          <w:rFonts w:ascii="Gill Sans MT" w:hAnsi="Gill Sans MT" w:cstheme="minorHAnsi"/>
        </w:rPr>
        <w:t>from</w:t>
      </w:r>
      <w:r w:rsidR="0087175C" w:rsidRPr="008219B1">
        <w:rPr>
          <w:rFonts w:ascii="Gill Sans MT" w:hAnsi="Gill Sans MT" w:cstheme="minorHAnsi"/>
        </w:rPr>
        <w:t>m</w:t>
      </w:r>
      <w:proofErr w:type="spellEnd"/>
      <w:r w:rsidR="0087175C" w:rsidRPr="008219B1">
        <w:rPr>
          <w:rFonts w:ascii="Gill Sans MT" w:hAnsi="Gill Sans MT" w:cstheme="minorHAnsi"/>
        </w:rPr>
        <w:t xml:space="preserve"> the market.</w:t>
      </w:r>
    </w:p>
    <w:p w:rsidR="00642646" w:rsidRPr="008219B1" w:rsidRDefault="00642646" w:rsidP="0087175C">
      <w:pPr>
        <w:spacing w:after="0"/>
        <w:rPr>
          <w:rFonts w:ascii="Gill Sans MT" w:hAnsi="Gill Sans MT" w:cstheme="minorHAnsi"/>
        </w:rPr>
      </w:pPr>
      <w:r w:rsidRPr="008219B1">
        <w:rPr>
          <w:rFonts w:ascii="Gill Sans MT" w:hAnsi="Gill Sans MT" w:cstheme="minorHAnsi"/>
        </w:rPr>
        <w:t>Phase 3</w:t>
      </w:r>
      <w:r w:rsidR="0087175C" w:rsidRPr="008219B1">
        <w:rPr>
          <w:rFonts w:ascii="Gill Sans MT" w:hAnsi="Gill Sans MT" w:cstheme="minorHAnsi"/>
        </w:rPr>
        <w:t xml:space="preserve"> - </w:t>
      </w:r>
      <w:proofErr w:type="spellStart"/>
      <w:r w:rsidR="0087175C" w:rsidRPr="008219B1">
        <w:rPr>
          <w:rFonts w:ascii="Gill Sans MT" w:hAnsi="Gill Sans MT" w:cstheme="minorHAnsi"/>
        </w:rPr>
        <w:t>Roboticons</w:t>
      </w:r>
      <w:proofErr w:type="spellEnd"/>
      <w:r w:rsidR="0087175C" w:rsidRPr="008219B1">
        <w:rPr>
          <w:rFonts w:ascii="Gill Sans MT" w:hAnsi="Gill Sans MT" w:cstheme="minorHAnsi"/>
        </w:rPr>
        <w:t xml:space="preserve"> deployment/customisation phase, </w:t>
      </w:r>
      <w:proofErr w:type="spellStart"/>
      <w:r w:rsidR="0087175C" w:rsidRPr="008219B1">
        <w:rPr>
          <w:rFonts w:ascii="Gill Sans MT" w:hAnsi="Gill Sans MT" w:cstheme="minorHAnsi"/>
        </w:rPr>
        <w:t>roboticons</w:t>
      </w:r>
      <w:proofErr w:type="spellEnd"/>
      <w:r w:rsidR="0087175C" w:rsidRPr="008219B1">
        <w:rPr>
          <w:rFonts w:ascii="Gill Sans MT" w:hAnsi="Gill Sans MT" w:cstheme="minorHAnsi"/>
        </w:rPr>
        <w:t xml:space="preserve"> can be </w:t>
      </w:r>
      <w:r w:rsidR="00394D48" w:rsidRPr="008219B1">
        <w:rPr>
          <w:rFonts w:ascii="Gill Sans MT" w:hAnsi="Gill Sans MT" w:cstheme="minorHAnsi"/>
        </w:rPr>
        <w:t>deployed</w:t>
      </w:r>
      <w:r w:rsidR="0087175C" w:rsidRPr="008219B1">
        <w:rPr>
          <w:rFonts w:ascii="Gill Sans MT" w:hAnsi="Gill Sans MT" w:cstheme="minorHAnsi"/>
        </w:rPr>
        <w:t xml:space="preserve"> on tiles and    upgraded.</w:t>
      </w:r>
    </w:p>
    <w:p w:rsidR="00642646" w:rsidRPr="008219B1" w:rsidRDefault="00642646" w:rsidP="0087175C">
      <w:pPr>
        <w:spacing w:after="0"/>
        <w:rPr>
          <w:rFonts w:ascii="Gill Sans MT" w:hAnsi="Gill Sans MT" w:cstheme="minorHAnsi"/>
        </w:rPr>
      </w:pPr>
      <w:r w:rsidRPr="008219B1">
        <w:rPr>
          <w:rFonts w:ascii="Gill Sans MT" w:hAnsi="Gill Sans MT" w:cstheme="minorHAnsi"/>
        </w:rPr>
        <w:t>Phase 4</w:t>
      </w:r>
      <w:r w:rsidR="0087175C" w:rsidRPr="008219B1">
        <w:rPr>
          <w:rFonts w:ascii="Gill Sans MT" w:hAnsi="Gill Sans MT" w:cstheme="minorHAnsi"/>
        </w:rPr>
        <w:t xml:space="preserve"> - Production phase, tiles containing </w:t>
      </w:r>
      <w:proofErr w:type="spellStart"/>
      <w:r w:rsidR="0087175C" w:rsidRPr="008219B1">
        <w:rPr>
          <w:rFonts w:ascii="Gill Sans MT" w:hAnsi="Gill Sans MT" w:cstheme="minorHAnsi"/>
        </w:rPr>
        <w:t>roboticons</w:t>
      </w:r>
      <w:proofErr w:type="spellEnd"/>
      <w:r w:rsidR="0087175C" w:rsidRPr="008219B1">
        <w:rPr>
          <w:rFonts w:ascii="Gill Sans MT" w:hAnsi="Gill Sans MT" w:cstheme="minorHAnsi"/>
        </w:rPr>
        <w:t xml:space="preserve"> will produce resources.</w:t>
      </w:r>
    </w:p>
    <w:p w:rsidR="00642646" w:rsidRPr="008219B1" w:rsidRDefault="00424C9C" w:rsidP="0087175C">
      <w:pPr>
        <w:spacing w:after="0"/>
        <w:rPr>
          <w:rFonts w:ascii="Gill Sans MT" w:hAnsi="Gill Sans MT" w:cstheme="minorHAnsi"/>
        </w:rPr>
      </w:pPr>
      <w:r w:rsidRPr="008219B1">
        <w:rPr>
          <w:rFonts w:ascii="Gill Sans MT" w:hAnsi="Gill Sans MT" w:cstheme="minorHAnsi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3A77091" wp14:editId="4996104A">
                <wp:simplePos x="0" y="0"/>
                <wp:positionH relativeFrom="margin">
                  <wp:posOffset>5172075</wp:posOffset>
                </wp:positionH>
                <wp:positionV relativeFrom="paragraph">
                  <wp:posOffset>5715</wp:posOffset>
                </wp:positionV>
                <wp:extent cx="219075" cy="243205"/>
                <wp:effectExtent l="0" t="0" r="9525" b="444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11837"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A770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7.25pt;margin-top:.45pt;width:17.25pt;height:19.1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" stroked="f">
                <v:textbox>
                  <w:txbxContent>
                    <w:p w:rsidR="00F63FB9" w:rsidRDefault="00F63FB9" w:rsidP="00411837">
                      <w:r>
                        <w:t>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3A77091" wp14:editId="4996104A">
                <wp:simplePos x="0" y="0"/>
                <wp:positionH relativeFrom="leftMargin">
                  <wp:align>right</wp:align>
                </wp:positionH>
                <wp:positionV relativeFrom="paragraph">
                  <wp:posOffset>238760</wp:posOffset>
                </wp:positionV>
                <wp:extent cx="371475" cy="243205"/>
                <wp:effectExtent l="0" t="0" r="0" b="444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43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11837"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77091" id="_x0000_s1027" type="#_x0000_t202" style="position:absolute;margin-left:-21.95pt;margin-top:18.8pt;width:29.25pt;height:19.15pt;z-index:25168896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" filled="f" stroked="f">
                <v:textbox>
                  <w:txbxContent>
                    <w:p w:rsidR="00F63FB9" w:rsidRDefault="00F63FB9" w:rsidP="00411837">
                      <w:r>
                        <w:t>12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42646" w:rsidRPr="008219B1">
        <w:rPr>
          <w:rFonts w:ascii="Gill Sans MT" w:hAnsi="Gill Sans MT" w:cstheme="minorHAnsi"/>
        </w:rPr>
        <w:t>Phase 5</w:t>
      </w:r>
      <w:r w:rsidR="0087175C" w:rsidRPr="008219B1">
        <w:rPr>
          <w:rFonts w:ascii="Gill Sans MT" w:hAnsi="Gill Sans MT" w:cstheme="minorHAnsi"/>
        </w:rPr>
        <w:t xml:space="preserve"> - Market phase, resources can be bought from/sold to the market.</w:t>
      </w:r>
    </w:p>
    <w:p w:rsidR="00642646" w:rsidRPr="008219B1" w:rsidRDefault="00424C9C" w:rsidP="00642646">
      <w:pPr>
        <w:spacing w:after="120"/>
        <w:rPr>
          <w:rFonts w:ascii="Gill Sans MT" w:hAnsi="Gill Sans MT"/>
          <w:u w:val="single"/>
        </w:rPr>
      </w:pP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DBC880" wp14:editId="51A7DA00">
                <wp:simplePos x="0" y="0"/>
                <wp:positionH relativeFrom="leftMargin">
                  <wp:posOffset>6028690</wp:posOffset>
                </wp:positionH>
                <wp:positionV relativeFrom="paragraph">
                  <wp:posOffset>3310254</wp:posOffset>
                </wp:positionV>
                <wp:extent cx="45719" cy="428625"/>
                <wp:effectExtent l="38100" t="38100" r="50165" b="2857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8C3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474.7pt;margin-top:260.65pt;width:3.6pt;height:33.7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" strokecolor="#ffc000 [3207]" strokeweight="1.5pt">
                <v:stroke endarrow="block" joinstyle="miter"/>
                <w10:wrap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AE0019" wp14:editId="3146B180">
                <wp:simplePos x="0" y="0"/>
                <wp:positionH relativeFrom="leftMargin">
                  <wp:posOffset>6515100</wp:posOffset>
                </wp:positionH>
                <wp:positionV relativeFrom="paragraph">
                  <wp:posOffset>1378586</wp:posOffset>
                </wp:positionV>
                <wp:extent cx="628650" cy="45719"/>
                <wp:effectExtent l="0" t="57150" r="19050" b="5016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86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F9632" id="Straight Arrow Connector 18" o:spid="_x0000_s1026" type="#_x0000_t32" style="position:absolute;margin-left:513pt;margin-top:108.55pt;width:49.5pt;height:3.6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" strokecolor="#ffc000 [3207]" strokeweight="1.5pt">
                <v:stroke endarrow="block" joinstyle="miter"/>
                <w10:wrap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AE0019" wp14:editId="3146B180">
                <wp:simplePos x="0" y="0"/>
                <wp:positionH relativeFrom="leftMargin">
                  <wp:posOffset>5781674</wp:posOffset>
                </wp:positionH>
                <wp:positionV relativeFrom="paragraph">
                  <wp:posOffset>43180</wp:posOffset>
                </wp:positionV>
                <wp:extent cx="371475" cy="1228725"/>
                <wp:effectExtent l="57150" t="0" r="28575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1228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E637A" id="Straight Arrow Connector 20" o:spid="_x0000_s1026" type="#_x0000_t32" style="position:absolute;margin-left:455.25pt;margin-top:3.4pt;width:29.25pt;height:96.7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" strokecolor="#ffc000 [3207]" strokeweight="1.5pt">
                <v:stroke endarrow="block" joinstyle="miter"/>
                <w10:wrap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AE0019" wp14:editId="3146B180">
                <wp:simplePos x="0" y="0"/>
                <wp:positionH relativeFrom="leftMargin">
                  <wp:posOffset>4933951</wp:posOffset>
                </wp:positionH>
                <wp:positionV relativeFrom="paragraph">
                  <wp:posOffset>243205</wp:posOffset>
                </wp:positionV>
                <wp:extent cx="438150" cy="523875"/>
                <wp:effectExtent l="0" t="0" r="7620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FC627" id="Straight Arrow Connector 21" o:spid="_x0000_s1026" type="#_x0000_t32" style="position:absolute;margin-left:388.5pt;margin-top:19.15pt;width:34.5pt;height:41.25pt;z-index:2517012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" strokecolor="#ffc000 [3207]" strokeweight="1.5pt">
                <v:stroke endarrow="block" joinstyle="miter"/>
                <w10:wrap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3A77091" wp14:editId="4996104A">
                <wp:simplePos x="0" y="0"/>
                <wp:positionH relativeFrom="margin">
                  <wp:posOffset>3790950</wp:posOffset>
                </wp:positionH>
                <wp:positionV relativeFrom="paragraph">
                  <wp:posOffset>55245</wp:posOffset>
                </wp:positionV>
                <wp:extent cx="342900" cy="314325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11837"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77091" id="_x0000_s1028" type="#_x0000_t202" style="position:absolute;margin-left:298.5pt;margin-top:4.35pt;width:27pt;height:24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" filled="f" stroked="f">
                <v:textbox>
                  <w:txbxContent>
                    <w:p w:rsidR="00F63FB9" w:rsidRDefault="00F63FB9" w:rsidP="00411837">
                      <w:r>
                        <w:t>10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FAE0019" wp14:editId="3146B180">
                <wp:simplePos x="0" y="0"/>
                <wp:positionH relativeFrom="leftMargin">
                  <wp:posOffset>3342640</wp:posOffset>
                </wp:positionH>
                <wp:positionV relativeFrom="paragraph">
                  <wp:posOffset>338455</wp:posOffset>
                </wp:positionV>
                <wp:extent cx="45719" cy="142875"/>
                <wp:effectExtent l="57150" t="0" r="50165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7178D" id="Straight Arrow Connector 22" o:spid="_x0000_s1026" type="#_x0000_t32" style="position:absolute;margin-left:263.2pt;margin-top:26.65pt;width:3.6pt;height:11.2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" strokecolor="#ffc000 [3207]" strokeweight="1.5pt">
                <v:stroke endarrow="block" joinstyle="miter"/>
                <w10:wrap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869B7EB" wp14:editId="1AC1A071">
                <wp:simplePos x="0" y="0"/>
                <wp:positionH relativeFrom="margin">
                  <wp:posOffset>2324100</wp:posOffset>
                </wp:positionH>
                <wp:positionV relativeFrom="paragraph">
                  <wp:posOffset>61595</wp:posOffset>
                </wp:positionV>
                <wp:extent cx="371475" cy="243205"/>
                <wp:effectExtent l="0" t="0" r="0" b="444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43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24C9C"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9B7EB" id="_x0000_s1029" type="#_x0000_t202" style="position:absolute;margin-left:183pt;margin-top:4.85pt;width:29.25pt;height:19.1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" filled="f" stroked="f">
                <v:textbox>
                  <w:txbxContent>
                    <w:p w:rsidR="00F63FB9" w:rsidRDefault="00F63FB9" w:rsidP="00424C9C">
                      <w:r>
                        <w:t>11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216C5B3" wp14:editId="4EAB53D2">
                <wp:simplePos x="0" y="0"/>
                <wp:positionH relativeFrom="margin">
                  <wp:posOffset>-142875</wp:posOffset>
                </wp:positionH>
                <wp:positionV relativeFrom="paragraph">
                  <wp:posOffset>243205</wp:posOffset>
                </wp:positionV>
                <wp:extent cx="352425" cy="361950"/>
                <wp:effectExtent l="0" t="0" r="47625" b="571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0892D" id="Straight Arrow Connector 24" o:spid="_x0000_s1026" type="#_x0000_t32" style="position:absolute;margin-left:-11.25pt;margin-top:19.15pt;width:27.75pt;height:28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" strokecolor="#ffc000 [3207]" strokeweight="1.5pt">
                <v:stroke endarrow="block" joinstyle="miter"/>
                <w10:wrap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1005205</wp:posOffset>
                </wp:positionV>
                <wp:extent cx="1304925" cy="228600"/>
                <wp:effectExtent l="0" t="0" r="66675" b="762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18847" id="Straight Arrow Connector 2" o:spid="_x0000_s1026" type="#_x0000_t32" style="position:absolute;margin-left:-40.5pt;margin-top:79.15pt;width:102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" strokecolor="#ffc000 [3207]" strokeweight="1.5pt">
                <v:stroke endarrow="block" joinstyle="miter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BA5DDB" wp14:editId="50AF9690">
                <wp:simplePos x="0" y="0"/>
                <wp:positionH relativeFrom="column">
                  <wp:posOffset>-542925</wp:posOffset>
                </wp:positionH>
                <wp:positionV relativeFrom="paragraph">
                  <wp:posOffset>1921511</wp:posOffset>
                </wp:positionV>
                <wp:extent cx="1000125" cy="45719"/>
                <wp:effectExtent l="0" t="76200" r="9525" b="5016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B089D" id="Straight Arrow Connector 4" o:spid="_x0000_s1026" type="#_x0000_t32" style="position:absolute;margin-left:-42.75pt;margin-top:151.3pt;width:78.75pt;height:3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" strokecolor="#ffc000 [3207]" strokeweight="1.5pt">
                <v:stroke endarrow="block" joinstyle="miter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42380A7" wp14:editId="410B7616">
                <wp:simplePos x="0" y="0"/>
                <wp:positionH relativeFrom="margin">
                  <wp:posOffset>-809625</wp:posOffset>
                </wp:positionH>
                <wp:positionV relativeFrom="paragraph">
                  <wp:posOffset>2531745</wp:posOffset>
                </wp:positionV>
                <wp:extent cx="219075" cy="243205"/>
                <wp:effectExtent l="0" t="0" r="9525" b="44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11837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380A7" id="_x0000_s1030" type="#_x0000_t202" style="position:absolute;margin-left:-63.75pt;margin-top:199.35pt;width:17.25pt;height:19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" stroked="f">
                <v:textbox>
                  <w:txbxContent>
                    <w:p w:rsidR="00F63FB9" w:rsidRDefault="00F63FB9" w:rsidP="00411837">
                      <w: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8791A0" wp14:editId="3DEA9771">
                <wp:simplePos x="0" y="0"/>
                <wp:positionH relativeFrom="column">
                  <wp:posOffset>-552450</wp:posOffset>
                </wp:positionH>
                <wp:positionV relativeFrom="paragraph">
                  <wp:posOffset>2338705</wp:posOffset>
                </wp:positionV>
                <wp:extent cx="619125" cy="269240"/>
                <wp:effectExtent l="0" t="38100" r="47625" b="3556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" cy="269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85A7B" id="Straight Arrow Connector 6" o:spid="_x0000_s1026" type="#_x0000_t32" style="position:absolute;margin-left:-43.5pt;margin-top:184.15pt;width:48.75pt;height:21.2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" strokecolor="#ffc000 [3207]" strokeweight="1.5pt">
                <v:stroke endarrow="block" joinstyle="miter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EC46D77" wp14:editId="40A84752">
                <wp:simplePos x="0" y="0"/>
                <wp:positionH relativeFrom="margin">
                  <wp:posOffset>-533400</wp:posOffset>
                </wp:positionH>
                <wp:positionV relativeFrom="paragraph">
                  <wp:posOffset>3181985</wp:posOffset>
                </wp:positionV>
                <wp:extent cx="219075" cy="243205"/>
                <wp:effectExtent l="0" t="0" r="9525" b="444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11837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46D77" id="_x0000_s1031" type="#_x0000_t202" style="position:absolute;margin-left:-42pt;margin-top:250.55pt;width:17.25pt;height:19.1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" stroked="f">
                <v:textbox>
                  <w:txbxContent>
                    <w:p w:rsidR="00F63FB9" w:rsidRDefault="00F63FB9" w:rsidP="00411837">
                      <w:r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1CD83E" wp14:editId="3CA09519">
                <wp:simplePos x="0" y="0"/>
                <wp:positionH relativeFrom="leftMargin">
                  <wp:posOffset>647700</wp:posOffset>
                </wp:positionH>
                <wp:positionV relativeFrom="paragraph">
                  <wp:posOffset>3224530</wp:posOffset>
                </wp:positionV>
                <wp:extent cx="447675" cy="66675"/>
                <wp:effectExtent l="0" t="57150" r="9525" b="285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6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E88C3" id="Straight Arrow Connector 8" o:spid="_x0000_s1026" type="#_x0000_t32" style="position:absolute;margin-left:51pt;margin-top:253.9pt;width:35.25pt;height:5.2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" strokecolor="#ffc000 [3207]" strokeweight="1.5pt">
                <v:stroke endarrow="block" joinstyle="miter"/>
                <w10:wrap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lang w:eastAsia="en-GB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319405</wp:posOffset>
            </wp:positionV>
            <wp:extent cx="5731510" cy="3011170"/>
            <wp:effectExtent l="0" t="0" r="2540" b="0"/>
            <wp:wrapTight wrapText="bothSides">
              <wp:wrapPolygon edited="0">
                <wp:start x="0" y="0"/>
                <wp:lineTo x="0" y="21454"/>
                <wp:lineTo x="21538" y="21454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3A77091" wp14:editId="4996104A">
                <wp:simplePos x="0" y="0"/>
                <wp:positionH relativeFrom="rightMargin">
                  <wp:posOffset>238125</wp:posOffset>
                </wp:positionH>
                <wp:positionV relativeFrom="paragraph">
                  <wp:posOffset>836295</wp:posOffset>
                </wp:positionV>
                <wp:extent cx="219075" cy="243205"/>
                <wp:effectExtent l="0" t="0" r="9525" b="444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11837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77091" id="_x0000_s1032" type="#_x0000_t202" style="position:absolute;margin-left:18.75pt;margin-top:65.85pt;width:17.25pt;height:19.1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" stroked="f">
                <v:textbox>
                  <w:txbxContent>
                    <w:p w:rsidR="00F63FB9" w:rsidRDefault="00F63FB9" w:rsidP="00411837">
                      <w:r>
                        <w:t>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3A77091" wp14:editId="4996104A">
                <wp:simplePos x="0" y="0"/>
                <wp:positionH relativeFrom="margin">
                  <wp:posOffset>6162675</wp:posOffset>
                </wp:positionH>
                <wp:positionV relativeFrom="paragraph">
                  <wp:posOffset>1274445</wp:posOffset>
                </wp:positionV>
                <wp:extent cx="219075" cy="243205"/>
                <wp:effectExtent l="0" t="0" r="9525" b="444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11837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77091" id="_x0000_s1033" type="#_x0000_t202" style="position:absolute;margin-left:485.25pt;margin-top:100.35pt;width:17.25pt;height:19.1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" stroked="f">
                <v:textbox>
                  <w:txbxContent>
                    <w:p w:rsidR="00F63FB9" w:rsidRDefault="00F63FB9" w:rsidP="00411837">
                      <w:r>
                        <w:t>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3A77091" wp14:editId="4996104A">
                <wp:simplePos x="0" y="0"/>
                <wp:positionH relativeFrom="margin">
                  <wp:posOffset>6096000</wp:posOffset>
                </wp:positionH>
                <wp:positionV relativeFrom="paragraph">
                  <wp:posOffset>2303145</wp:posOffset>
                </wp:positionV>
                <wp:extent cx="219075" cy="243205"/>
                <wp:effectExtent l="0" t="0" r="9525" b="444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11837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77091" id="_x0000_s1034" type="#_x0000_t202" style="position:absolute;margin-left:480pt;margin-top:181.35pt;width:17.25pt;height:19.1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" stroked="f">
                <v:textbox>
                  <w:txbxContent>
                    <w:p w:rsidR="00F63FB9" w:rsidRDefault="00F63FB9" w:rsidP="00411837">
                      <w:r>
                        <w:t>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DBC880" wp14:editId="51A7DA00">
                <wp:simplePos x="0" y="0"/>
                <wp:positionH relativeFrom="leftMargin">
                  <wp:posOffset>6515099</wp:posOffset>
                </wp:positionH>
                <wp:positionV relativeFrom="paragraph">
                  <wp:posOffset>2386330</wp:posOffset>
                </wp:positionV>
                <wp:extent cx="542925" cy="66675"/>
                <wp:effectExtent l="0" t="57150" r="28575" b="2857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6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4F37C" id="Straight Arrow Connector 17" o:spid="_x0000_s1026" type="#_x0000_t32" style="position:absolute;margin-left:513pt;margin-top:187.9pt;width:42.75pt;height:5.2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" strokecolor="#ffc000 [3207]" strokeweight="1.5pt">
                <v:stroke endarrow="block" joinstyle="miter"/>
                <w10:wrap anchorx="margin"/>
              </v:shape>
            </w:pict>
          </mc:Fallback>
        </mc:AlternateContent>
      </w: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AE0019" wp14:editId="3146B180">
                <wp:simplePos x="0" y="0"/>
                <wp:positionH relativeFrom="leftMargin">
                  <wp:posOffset>6496049</wp:posOffset>
                </wp:positionH>
                <wp:positionV relativeFrom="paragraph">
                  <wp:posOffset>986155</wp:posOffset>
                </wp:positionV>
                <wp:extent cx="438150" cy="45719"/>
                <wp:effectExtent l="38100" t="38100" r="19050" b="8826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0667A" id="Straight Arrow Connector 19" o:spid="_x0000_s1026" type="#_x0000_t32" style="position:absolute;margin-left:511.5pt;margin-top:77.65pt;width:34.5pt;height:3.6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" strokecolor="#ffc000 [3207]" strokeweight="1.5pt">
                <v:stroke endarrow="block" joinstyle="miter"/>
                <w10:wrap anchorx="margin"/>
              </v:shape>
            </w:pict>
          </mc:Fallback>
        </mc:AlternateContent>
      </w:r>
      <w:r w:rsidR="0087175C"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521480A" wp14:editId="28D58EA9">
                <wp:simplePos x="0" y="0"/>
                <wp:positionH relativeFrom="margin">
                  <wp:posOffset>-800100</wp:posOffset>
                </wp:positionH>
                <wp:positionV relativeFrom="paragraph">
                  <wp:posOffset>1838960</wp:posOffset>
                </wp:positionV>
                <wp:extent cx="219075" cy="243205"/>
                <wp:effectExtent l="0" t="0" r="9525" b="44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87175C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1480A" id="_x0000_s1035" type="#_x0000_t202" style="position:absolute;margin-left:-63pt;margin-top:144.8pt;width:17.25pt;height:19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" stroked="f">
                <v:textbox>
                  <w:txbxContent>
                    <w:p w:rsidR="00F63FB9" w:rsidRDefault="00F63FB9" w:rsidP="0087175C">
                      <w: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7175C"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D5E2D06" wp14:editId="30F20E61">
                <wp:simplePos x="0" y="0"/>
                <wp:positionH relativeFrom="margin">
                  <wp:posOffset>-733425</wp:posOffset>
                </wp:positionH>
                <wp:positionV relativeFrom="paragraph">
                  <wp:posOffset>845820</wp:posOffset>
                </wp:positionV>
                <wp:extent cx="219075" cy="243205"/>
                <wp:effectExtent l="0" t="0" r="9525" b="44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8B741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E2D06" id="_x0000_s1036" type="#_x0000_t202" style="position:absolute;margin-left:-57.75pt;margin-top:66.6pt;width:17.25pt;height:19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" stroked="f">
                <v:textbox>
                  <w:txbxContent>
                    <w:p w:rsidR="00F63FB9" w:rsidRDefault="00F63FB9" w:rsidP="008B7414">
                      <w:r>
                        <w:t>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42646" w:rsidRPr="008219B1" w:rsidRDefault="00642646" w:rsidP="00642646">
      <w:pPr>
        <w:pStyle w:val="ListParagraph"/>
        <w:spacing w:after="120"/>
        <w:ind w:left="1080"/>
        <w:rPr>
          <w:rFonts w:ascii="Gill Sans MT" w:hAnsi="Gill Sans MT"/>
        </w:rPr>
      </w:pPr>
    </w:p>
    <w:p w:rsidR="008B7414" w:rsidRPr="008219B1" w:rsidRDefault="008B7414" w:rsidP="00642646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 xml:space="preserve">Press </w:t>
      </w:r>
      <w:r w:rsidR="00F63FB9">
        <w:rPr>
          <w:rFonts w:ascii="Gill Sans MT" w:hAnsi="Gill Sans MT"/>
        </w:rPr>
        <w:t xml:space="preserve">this button </w:t>
      </w:r>
      <w:r w:rsidRPr="008219B1">
        <w:rPr>
          <w:rFonts w:ascii="Gill Sans MT" w:hAnsi="Gill Sans MT"/>
        </w:rPr>
        <w:t>to end the turn and switch to the other player.</w:t>
      </w:r>
      <w:r w:rsidR="00411837" w:rsidRPr="008219B1">
        <w:rPr>
          <w:rFonts w:ascii="Gill Sans MT" w:hAnsi="Gill Sans MT"/>
          <w:noProof/>
          <w:u w:val="single"/>
          <w:lang w:eastAsia="en-GB"/>
        </w:rPr>
        <w:t xml:space="preserve"> </w:t>
      </w:r>
    </w:p>
    <w:p w:rsidR="008B7414" w:rsidRPr="008219B1" w:rsidRDefault="00424C9C" w:rsidP="00642646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CB5B244" wp14:editId="5184A5DB">
                <wp:simplePos x="0" y="0"/>
                <wp:positionH relativeFrom="margin">
                  <wp:posOffset>5064760</wp:posOffset>
                </wp:positionH>
                <wp:positionV relativeFrom="paragraph">
                  <wp:posOffset>2540</wp:posOffset>
                </wp:positionV>
                <wp:extent cx="219075" cy="243205"/>
                <wp:effectExtent l="0" t="0" r="9525" b="444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FB9" w:rsidRDefault="00F63FB9" w:rsidP="00411837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5B244" id="_x0000_s1037" type="#_x0000_t202" style="position:absolute;left:0;text-align:left;margin-left:398.8pt;margin-top:.2pt;width:17.25pt;height:19.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" stroked="f">
                <v:textbox>
                  <w:txbxContent>
                    <w:p w:rsidR="00F63FB9" w:rsidRDefault="00F63FB9" w:rsidP="00411837">
                      <w:r>
                        <w:t>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3FB9">
        <w:rPr>
          <w:rFonts w:ascii="Gill Sans MT" w:hAnsi="Gill Sans MT"/>
        </w:rPr>
        <w:t xml:space="preserve">Shows the </w:t>
      </w:r>
      <w:r w:rsidR="008B7414" w:rsidRPr="008219B1">
        <w:rPr>
          <w:rFonts w:ascii="Gill Sans MT" w:hAnsi="Gill Sans MT"/>
        </w:rPr>
        <w:t xml:space="preserve">inventory of the </w:t>
      </w:r>
      <w:r w:rsidR="00F63FB9">
        <w:rPr>
          <w:rFonts w:ascii="Gill Sans MT" w:hAnsi="Gill Sans MT"/>
        </w:rPr>
        <w:t xml:space="preserve">current </w:t>
      </w:r>
      <w:r w:rsidR="008B7414" w:rsidRPr="008219B1">
        <w:rPr>
          <w:rFonts w:ascii="Gill Sans MT" w:hAnsi="Gill Sans MT"/>
        </w:rPr>
        <w:t>player.</w:t>
      </w:r>
      <w:r w:rsidR="00411837" w:rsidRPr="008219B1">
        <w:rPr>
          <w:rFonts w:ascii="Gill Sans MT" w:hAnsi="Gill Sans MT"/>
          <w:noProof/>
          <w:u w:val="single"/>
          <w:lang w:eastAsia="en-GB"/>
        </w:rPr>
        <w:t xml:space="preserve"> </w:t>
      </w:r>
    </w:p>
    <w:p w:rsidR="00411837" w:rsidRPr="008219B1" w:rsidRDefault="00411837" w:rsidP="00642646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 xml:space="preserve">Shows the college </w:t>
      </w:r>
      <w:r w:rsidR="00F63FB9">
        <w:rPr>
          <w:rFonts w:ascii="Gill Sans MT" w:hAnsi="Gill Sans MT"/>
        </w:rPr>
        <w:t xml:space="preserve">symbol </w:t>
      </w:r>
      <w:r w:rsidRPr="008219B1">
        <w:rPr>
          <w:rFonts w:ascii="Gill Sans MT" w:hAnsi="Gill Sans MT"/>
        </w:rPr>
        <w:t>of the current player.</w:t>
      </w:r>
    </w:p>
    <w:p w:rsidR="00411837" w:rsidRPr="008219B1" w:rsidRDefault="00411837" w:rsidP="00411837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>Press to pause the current state of the game.</w:t>
      </w:r>
    </w:p>
    <w:p w:rsidR="00411837" w:rsidRPr="008219B1" w:rsidRDefault="00411837" w:rsidP="00411837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>Shows the current stock of each resource within the market.</w:t>
      </w:r>
    </w:p>
    <w:p w:rsidR="008B7414" w:rsidRPr="008219B1" w:rsidRDefault="008B7414" w:rsidP="00642646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>Shows the buy and sell prices of the resources in the market. Click the number under the buy/sell column in order to buy/sell the chosen resource.</w:t>
      </w:r>
      <w:r w:rsidR="00424C9C" w:rsidRPr="008219B1">
        <w:rPr>
          <w:rFonts w:ascii="Gill Sans MT" w:hAnsi="Gill Sans MT"/>
        </w:rPr>
        <w:t xml:space="preserve"> Red font signifies that the player can’t afford the resource, green font signifies that they can.</w:t>
      </w:r>
    </w:p>
    <w:p w:rsidR="00411837" w:rsidRPr="008219B1" w:rsidRDefault="00411837" w:rsidP="00411837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 xml:space="preserve">Press this button to upgrade the </w:t>
      </w:r>
      <w:proofErr w:type="spellStart"/>
      <w:r w:rsidRPr="008219B1">
        <w:rPr>
          <w:rFonts w:ascii="Gill Sans MT" w:hAnsi="Gill Sans MT"/>
        </w:rPr>
        <w:t>roboticon</w:t>
      </w:r>
      <w:proofErr w:type="spellEnd"/>
      <w:r w:rsidRPr="008219B1">
        <w:rPr>
          <w:rFonts w:ascii="Gill Sans MT" w:hAnsi="Gill Sans MT"/>
        </w:rPr>
        <w:t xml:space="preserve"> within the selected tile, this button will change to ‘deploy’ if there isn’t a </w:t>
      </w:r>
      <w:proofErr w:type="spellStart"/>
      <w:r w:rsidRPr="008219B1">
        <w:rPr>
          <w:rFonts w:ascii="Gill Sans MT" w:hAnsi="Gill Sans MT"/>
        </w:rPr>
        <w:t>roboticon</w:t>
      </w:r>
      <w:proofErr w:type="spellEnd"/>
      <w:r w:rsidRPr="008219B1">
        <w:rPr>
          <w:rFonts w:ascii="Gill Sans MT" w:hAnsi="Gill Sans MT"/>
        </w:rPr>
        <w:t xml:space="preserve"> present within the tile.</w:t>
      </w:r>
    </w:p>
    <w:p w:rsidR="00424C9C" w:rsidRPr="008219B1" w:rsidRDefault="00424C9C" w:rsidP="00411837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 xml:space="preserve">Shows the current </w:t>
      </w:r>
      <w:proofErr w:type="spellStart"/>
      <w:r w:rsidRPr="008219B1">
        <w:rPr>
          <w:rFonts w:ascii="Gill Sans MT" w:hAnsi="Gill Sans MT"/>
        </w:rPr>
        <w:t>roboticon</w:t>
      </w:r>
      <w:proofErr w:type="spellEnd"/>
      <w:r w:rsidRPr="008219B1">
        <w:rPr>
          <w:rFonts w:ascii="Gill Sans MT" w:hAnsi="Gill Sans MT"/>
        </w:rPr>
        <w:t xml:space="preserve"> stored on the tile</w:t>
      </w:r>
      <w:r w:rsidR="00F63FB9">
        <w:rPr>
          <w:rFonts w:ascii="Gill Sans MT" w:hAnsi="Gill Sans MT"/>
        </w:rPr>
        <w:t>, if there is one</w:t>
      </w:r>
      <w:r w:rsidRPr="008219B1">
        <w:rPr>
          <w:rFonts w:ascii="Gill Sans MT" w:hAnsi="Gill Sans MT"/>
        </w:rPr>
        <w:t>.</w:t>
      </w:r>
    </w:p>
    <w:p w:rsidR="00642646" w:rsidRPr="008219B1" w:rsidRDefault="00642646" w:rsidP="00642646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>Press this button to clai</w:t>
      </w:r>
      <w:r w:rsidR="00F63FB9">
        <w:rPr>
          <w:rFonts w:ascii="Gill Sans MT" w:hAnsi="Gill Sans MT"/>
        </w:rPr>
        <w:t>m an unowned tile during phase 1.</w:t>
      </w:r>
    </w:p>
    <w:p w:rsidR="00411837" w:rsidRPr="008219B1" w:rsidRDefault="00411837" w:rsidP="00411837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 xml:space="preserve">The college </w:t>
      </w:r>
      <w:r w:rsidR="00F63FB9">
        <w:rPr>
          <w:rFonts w:ascii="Gill Sans MT" w:hAnsi="Gill Sans MT"/>
        </w:rPr>
        <w:t xml:space="preserve">symbol </w:t>
      </w:r>
      <w:r w:rsidRPr="008219B1">
        <w:rPr>
          <w:rFonts w:ascii="Gill Sans MT" w:hAnsi="Gill Sans MT"/>
        </w:rPr>
        <w:t>corresponding to the player that owns the selected tile.</w:t>
      </w:r>
    </w:p>
    <w:p w:rsidR="00411837" w:rsidRPr="008219B1" w:rsidRDefault="00411837" w:rsidP="00411837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>The game map, owned tiles are highlighted in the colour corresponding to the college of the player that owns them.</w:t>
      </w:r>
    </w:p>
    <w:p w:rsidR="008B7414" w:rsidRPr="008219B1" w:rsidRDefault="00411837" w:rsidP="00642646">
      <w:pPr>
        <w:pStyle w:val="ListParagraph"/>
        <w:numPr>
          <w:ilvl w:val="0"/>
          <w:numId w:val="2"/>
        </w:numPr>
        <w:spacing w:after="120"/>
        <w:rPr>
          <w:rFonts w:ascii="Gill Sans MT" w:hAnsi="Gill Sans MT"/>
        </w:rPr>
      </w:pPr>
      <w:r w:rsidRPr="008219B1">
        <w:rPr>
          <w:rFonts w:ascii="Gill Sans MT" w:hAnsi="Gill Sans MT"/>
        </w:rPr>
        <w:t xml:space="preserve">Shows the current time left in the turn. </w:t>
      </w:r>
    </w:p>
    <w:p w:rsidR="008B7414" w:rsidRPr="008219B1" w:rsidRDefault="008B7414" w:rsidP="00642646">
      <w:pPr>
        <w:spacing w:after="120"/>
        <w:rPr>
          <w:rFonts w:ascii="Gill Sans MT" w:hAnsi="Gill Sans MT"/>
          <w:u w:val="single"/>
        </w:rPr>
      </w:pPr>
    </w:p>
    <w:p w:rsidR="008B7414" w:rsidRPr="008219B1" w:rsidRDefault="008B7414" w:rsidP="00642646">
      <w:pPr>
        <w:spacing w:after="120"/>
        <w:rPr>
          <w:rFonts w:ascii="Gill Sans MT" w:hAnsi="Gill Sans MT"/>
          <w:u w:val="single"/>
        </w:rPr>
      </w:pPr>
    </w:p>
    <w:p w:rsidR="008B7414" w:rsidRPr="008219B1" w:rsidRDefault="008B7414" w:rsidP="00642646">
      <w:pPr>
        <w:spacing w:after="120"/>
        <w:rPr>
          <w:rFonts w:ascii="Gill Sans MT" w:hAnsi="Gill Sans MT"/>
          <w:u w:val="single"/>
        </w:rPr>
      </w:pPr>
    </w:p>
    <w:p w:rsidR="008B7414" w:rsidRPr="008219B1" w:rsidRDefault="008B7414" w:rsidP="00642646">
      <w:pPr>
        <w:spacing w:after="120"/>
        <w:rPr>
          <w:rFonts w:ascii="Gill Sans MT" w:hAnsi="Gill Sans MT"/>
          <w:u w:val="single"/>
        </w:rPr>
      </w:pPr>
    </w:p>
    <w:p w:rsidR="008B7414" w:rsidRPr="008219B1" w:rsidRDefault="008B7414" w:rsidP="00642646">
      <w:pPr>
        <w:spacing w:after="120"/>
        <w:rPr>
          <w:rFonts w:ascii="Gill Sans MT" w:hAnsi="Gill Sans MT"/>
          <w:u w:val="single"/>
        </w:rPr>
      </w:pPr>
    </w:p>
    <w:p w:rsidR="008B7414" w:rsidRPr="008219B1" w:rsidRDefault="008B7414" w:rsidP="00642646">
      <w:pPr>
        <w:spacing w:after="120"/>
        <w:rPr>
          <w:rFonts w:ascii="Gill Sans MT" w:hAnsi="Gill Sans MT"/>
          <w:u w:val="single"/>
        </w:rPr>
      </w:pPr>
    </w:p>
    <w:p w:rsidR="008B7414" w:rsidRPr="008219B1" w:rsidRDefault="008B7414" w:rsidP="00642646">
      <w:pPr>
        <w:spacing w:after="120"/>
        <w:rPr>
          <w:rFonts w:ascii="Gill Sans MT" w:hAnsi="Gill Sans MT"/>
          <w:u w:val="single"/>
        </w:rPr>
      </w:pPr>
    </w:p>
    <w:sectPr w:rsidR="008B7414" w:rsidRPr="008219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B705E"/>
    <w:multiLevelType w:val="hybridMultilevel"/>
    <w:tmpl w:val="881621B2"/>
    <w:lvl w:ilvl="0" w:tplc="92F41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273C32"/>
    <w:multiLevelType w:val="hybridMultilevel"/>
    <w:tmpl w:val="BE8EF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414"/>
    <w:rsid w:val="00125967"/>
    <w:rsid w:val="00394D48"/>
    <w:rsid w:val="00411837"/>
    <w:rsid w:val="00424C9C"/>
    <w:rsid w:val="00642646"/>
    <w:rsid w:val="008219B1"/>
    <w:rsid w:val="0087175C"/>
    <w:rsid w:val="008B7414"/>
    <w:rsid w:val="00A936AE"/>
    <w:rsid w:val="00BF64F3"/>
    <w:rsid w:val="00F6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D55B6"/>
  <w15:chartTrackingRefBased/>
  <w15:docId w15:val="{610D0E24-9B37-4614-95A3-C944C3D3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6C973454.dotm</Template>
  <TotalTime>127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Mountain</dc:creator>
  <cp:keywords/>
  <dc:description/>
  <cp:lastModifiedBy>Jack Mountain</cp:lastModifiedBy>
  <cp:revision>4</cp:revision>
  <cp:lastPrinted>2017-01-23T15:14:00Z</cp:lastPrinted>
  <dcterms:created xsi:type="dcterms:W3CDTF">2017-01-23T13:19:00Z</dcterms:created>
  <dcterms:modified xsi:type="dcterms:W3CDTF">2017-01-23T15:30:00Z</dcterms:modified>
</cp:coreProperties>
</file>